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6BB667F5" w:rsidR="007C2FEE" w:rsidRPr="009C3DA5" w:rsidRDefault="00B4590F" w:rsidP="007C2FEE">
      <w:pPr>
        <w:pStyle w:val="Head"/>
      </w:pPr>
      <w:r>
        <w:rPr>
          <w:lang w:val="en-GB"/>
        </w:rPr>
        <w:t xml:space="preserve">Kleemann │ An EVO plant train processes extremely hard granite in Tanzania </w:t>
      </w:r>
    </w:p>
    <w:p w14:paraId="34A89D42" w14:textId="4557C5FD" w:rsidR="007C2FEE" w:rsidRPr="009C3DA5" w:rsidRDefault="00032F77" w:rsidP="007C2FEE">
      <w:pPr>
        <w:pStyle w:val="Subhead"/>
      </w:pPr>
      <w:r>
        <w:rPr>
          <w:bCs/>
          <w:iCs w:val="0"/>
          <w:lang w:val="en-GB"/>
        </w:rPr>
        <w:t>The trio of machines is now at work in a newly developed quarry close to Lake Victoria</w:t>
      </w:r>
    </w:p>
    <w:p w14:paraId="43A5AB78" w14:textId="1F16F662" w:rsidR="007C2FEE" w:rsidRPr="009C3DA5" w:rsidRDefault="00B4590F" w:rsidP="007C2FEE">
      <w:pPr>
        <w:pStyle w:val="Teaser"/>
      </w:pPr>
      <w:r>
        <w:rPr>
          <w:bCs/>
          <w:sz w:val="24"/>
          <w:lang w:val="en-GB"/>
        </w:rPr>
        <w:t>After an extraordinary journey, three Kleemann plants – a MOBICAT MC 110 EVO2 jaw crusher, a MOBICONE MCO 90 EVO2 cone crusher and a MOBISCREEN MSC 953 EVO classifying screen – are now hard at work as a line coupled plant train in an African granite quarry.</w:t>
      </w:r>
    </w:p>
    <w:p w14:paraId="45AFE0CD" w14:textId="15114A65" w:rsidR="007C2FEE" w:rsidRPr="009C3DA5" w:rsidRDefault="007E5434" w:rsidP="008D26D8">
      <w:pPr>
        <w:pStyle w:val="Absatzberschrift"/>
      </w:pPr>
      <w:r>
        <w:rPr>
          <w:bCs/>
          <w:lang w:val="en-GB"/>
        </w:rPr>
        <w:t>Easy loading and transportation</w:t>
      </w:r>
    </w:p>
    <w:p w14:paraId="46F726E2" w14:textId="535FB971" w:rsidR="00B4590F" w:rsidRPr="009C3DA5" w:rsidRDefault="00B4590F" w:rsidP="00006E33">
      <w:pPr>
        <w:jc w:val="both"/>
        <w:rPr>
          <w:bCs/>
          <w:sz w:val="22"/>
          <w:szCs w:val="22"/>
        </w:rPr>
      </w:pPr>
      <w:r>
        <w:rPr>
          <w:sz w:val="22"/>
          <w:szCs w:val="22"/>
          <w:lang w:val="en-GB"/>
        </w:rPr>
        <w:t xml:space="preserve">The Kleemann machines started their long journey to Africa on board a ship from Europe to the port of Dar es Salaam in Tanzania. After clearing customs, the journey continued on low-loaders, by rail and, finally, deep into the Tanzanian hinterland on ten kilometres of unmetalled roads. Their destination was a newly developed quarry around 40 kilometres from Mwanza on the shore of Lake Victoria, in which granite is processed for the realisation of infrastructure projects. </w:t>
      </w:r>
    </w:p>
    <w:p w14:paraId="074FF9E2" w14:textId="15A4AAF9" w:rsidR="007C2FEE" w:rsidRPr="009C3DA5" w:rsidRDefault="00B4590F" w:rsidP="00006E33">
      <w:pPr>
        <w:pStyle w:val="Standardabsatz"/>
        <w:rPr>
          <w:szCs w:val="22"/>
        </w:rPr>
      </w:pPr>
      <w:r>
        <w:rPr>
          <w:szCs w:val="22"/>
          <w:lang w:val="en-GB"/>
        </w:rPr>
        <w:t xml:space="preserve">‘Transporting the plants was a truly unusual and arduous task that showed just how important compact mobile plants are’, says Markus Hofmann, Kleemann Area Sales Manager Africa. ‘Thanks to their compact dimensions, all the machines were able to be loaded and transported relatively easily – that was a real advantage here.’ </w:t>
      </w:r>
    </w:p>
    <w:p w14:paraId="35171BA5" w14:textId="392F9B61" w:rsidR="007C2FEE" w:rsidRPr="009C3DA5" w:rsidRDefault="007E5434" w:rsidP="00BC1961">
      <w:pPr>
        <w:pStyle w:val="Teaserhead"/>
        <w:jc w:val="left"/>
      </w:pPr>
      <w:r>
        <w:rPr>
          <w:bCs/>
          <w:lang w:val="en-GB"/>
        </w:rPr>
        <w:t>Efficient three-plant train with low fuel consumption</w:t>
      </w:r>
    </w:p>
    <w:p w14:paraId="017AD515" w14:textId="2470779A" w:rsidR="00B4590F" w:rsidRPr="009C3DA5" w:rsidRDefault="00B4590F" w:rsidP="00B4590F">
      <w:pPr>
        <w:pStyle w:val="Standardabsatz"/>
      </w:pPr>
      <w:r>
        <w:rPr>
          <w:lang w:val="en-GB"/>
        </w:rPr>
        <w:t>The jaw crusher MOBICAT MC 110 EVO2 handles the pre-crushing of the hard granite feed material with edge sizes of up to 500 mm. In the next step, the Kleemann cone crusher produces finer grain sizes and brings them into shape. A downstream classifying screen then produces three graded final products: 0 – 6 mm, 6 – 10 mm, 10 – 18 mm – whereby other variants can also be produced according to customer-requirements.</w:t>
      </w:r>
    </w:p>
    <w:p w14:paraId="528C4A5A" w14:textId="423F3FF4" w:rsidR="007C2FEE" w:rsidRPr="009C3DA5" w:rsidRDefault="00B4590F" w:rsidP="00B4590F">
      <w:pPr>
        <w:pStyle w:val="Standardabsatz"/>
      </w:pPr>
      <w:r>
        <w:rPr>
          <w:lang w:val="en-GB"/>
        </w:rPr>
        <w:t>The three-plant train processes up to 150 tons of material an hour – and does it all with impressively low fuel consumption. On average, the MC 110 EVO2 needs only 12 litres of diesel per hour, and the MCO 90 EVO2 only 19. With a consumption of 16 litres per hour, the classifying screen is also extremely fuel-efficient.</w:t>
      </w:r>
    </w:p>
    <w:p w14:paraId="6B0D4E7C" w14:textId="0F854E9B" w:rsidR="007C2FEE" w:rsidRPr="009C3DA5" w:rsidRDefault="00B4590F" w:rsidP="007C2FEE">
      <w:pPr>
        <w:pStyle w:val="Teaserhead"/>
      </w:pPr>
      <w:r>
        <w:rPr>
          <w:bCs/>
          <w:lang w:val="en-GB"/>
        </w:rPr>
        <w:t>Smart Line Coupling warns the entire plant train in the event of overfilling</w:t>
      </w:r>
    </w:p>
    <w:p w14:paraId="7888EB8C" w14:textId="0FD3C963" w:rsidR="00006E33" w:rsidRDefault="00B4590F" w:rsidP="00B4590F">
      <w:pPr>
        <w:pStyle w:val="Standardabsatz"/>
      </w:pPr>
      <w:r>
        <w:rPr>
          <w:lang w:val="en-GB"/>
        </w:rPr>
        <w:t>Smart line coupling guarantees that all machines of the plant train maintain a smooth and seamless crushing and screening process. In the event of overfilling or malfunctions, each machines signals this to its upstream and/or downstream neighbours. Crusher utilisation is also optimised with the aid of the Continuous Feed System (CFS). The use of this machine feeding concept reduces wear and maximises output. Smart line coupling also increases safety: all machines are stopped as a safety measure as soon as an emergency stop is initiated anywhere on the plant train. ‘Smart line coupling is one of the important features of the plant train. Thanks to the automated processes, our customers can count on considerably higher production and significantly less maintenance’, emphasises Kleemann expert Jerry Muchiri, who accompanied the project in Tanzania.</w:t>
      </w:r>
    </w:p>
    <w:p w14:paraId="2E6F89CA" w14:textId="19339F58" w:rsidR="00B4590F" w:rsidRPr="009C3DA5" w:rsidRDefault="00B4590F" w:rsidP="00B4590F">
      <w:pPr>
        <w:pStyle w:val="Teaserhead"/>
      </w:pPr>
      <w:r>
        <w:rPr>
          <w:bCs/>
          <w:lang w:val="en-GB"/>
        </w:rPr>
        <w:lastRenderedPageBreak/>
        <w:t>Simple and intuitive operating – thanks to SPECTIVE CONNECT and on-site training</w:t>
      </w:r>
    </w:p>
    <w:p w14:paraId="24794701" w14:textId="730DD3C2" w:rsidR="00B4590F" w:rsidRDefault="003F6220" w:rsidP="00721FEC">
      <w:pPr>
        <w:pStyle w:val="Fotos"/>
        <w:jc w:val="both"/>
        <w:rPr>
          <w:b w:val="0"/>
          <w:szCs w:val="22"/>
        </w:rPr>
      </w:pPr>
      <w:r>
        <w:rPr>
          <w:b w:val="0"/>
          <w:szCs w:val="22"/>
          <w:lang w:val="en-GB"/>
        </w:rPr>
        <w:t>Thanks to the intuitive SPECTIVE operating system, getting started with the new plant train was quick and easy for all users. ‘Our employees found their bearings very easily’, reports Sabasi Shirima, owner of Sasco Trading. ‘The training was intensive, but very easy to understand – and operating the plants afterwards was really straightforward.’ A Kleemann service technician spent ten days at the quarry commissioning the plant train and providing intensive training for the operating crew. ‘We know that we will not be left alone with questions in the future, which is a very good feeling’, stresses Sabasi Shirima, who knows and appreciates Kleemann and the Wirtgen Group as reliable partners who always fulfil their worldwide service promise.</w:t>
      </w:r>
    </w:p>
    <w:p w14:paraId="18A661BF" w14:textId="77777777" w:rsidR="007E5434" w:rsidRPr="009C3DA5" w:rsidRDefault="007E5434" w:rsidP="00B4590F">
      <w:pPr>
        <w:pStyle w:val="Fotos"/>
        <w:rPr>
          <w:b w:val="0"/>
          <w:szCs w:val="22"/>
        </w:rPr>
      </w:pPr>
    </w:p>
    <w:p w14:paraId="5BA5B09A" w14:textId="7BCF00AC" w:rsidR="00B4590F" w:rsidRPr="009C3DA5" w:rsidRDefault="00B4590F" w:rsidP="00B4590F">
      <w:pPr>
        <w:pStyle w:val="Teaserhead"/>
      </w:pPr>
      <w:r>
        <w:rPr>
          <w:bCs/>
          <w:lang w:val="en-GB"/>
        </w:rPr>
        <w:t xml:space="preserve">The plant train – facts and figures </w:t>
      </w:r>
    </w:p>
    <w:p w14:paraId="662DA584" w14:textId="74CD4EE9" w:rsidR="00B4590F" w:rsidRPr="009C3DA5" w:rsidRDefault="00B4590F" w:rsidP="00B4590F">
      <w:pPr>
        <w:pStyle w:val="Fotos"/>
        <w:numPr>
          <w:ilvl w:val="0"/>
          <w:numId w:val="28"/>
        </w:numPr>
        <w:rPr>
          <w:b w:val="0"/>
          <w:szCs w:val="22"/>
        </w:rPr>
      </w:pPr>
      <w:r>
        <w:rPr>
          <w:b w:val="0"/>
          <w:szCs w:val="22"/>
          <w:lang w:val="en-GB"/>
        </w:rPr>
        <w:t xml:space="preserve">Feed size: </w:t>
      </w:r>
      <w:r>
        <w:rPr>
          <w:b w:val="0"/>
          <w:szCs w:val="22"/>
          <w:lang w:val="en-GB"/>
        </w:rPr>
        <w:tab/>
        <w:t>0 – 500 mm, extremely hard granite</w:t>
      </w:r>
    </w:p>
    <w:p w14:paraId="00339BCA" w14:textId="03593636" w:rsidR="00B4590F" w:rsidRPr="009C3DA5" w:rsidRDefault="00B4590F" w:rsidP="00B4590F">
      <w:pPr>
        <w:pStyle w:val="Fotos"/>
        <w:numPr>
          <w:ilvl w:val="0"/>
          <w:numId w:val="28"/>
        </w:numPr>
        <w:rPr>
          <w:b w:val="0"/>
          <w:szCs w:val="22"/>
        </w:rPr>
      </w:pPr>
      <w:r>
        <w:rPr>
          <w:b w:val="0"/>
          <w:szCs w:val="22"/>
          <w:lang w:val="en-GB"/>
        </w:rPr>
        <w:t xml:space="preserve">Final products: </w:t>
      </w:r>
      <w:r>
        <w:rPr>
          <w:b w:val="0"/>
          <w:szCs w:val="22"/>
          <w:lang w:val="en-GB"/>
        </w:rPr>
        <w:tab/>
        <w:t>0 – 6 mm, 6 – 10 mm, 10 – 18 mm</w:t>
      </w:r>
    </w:p>
    <w:p w14:paraId="56EC37E6" w14:textId="108168F2" w:rsidR="00B4590F" w:rsidRPr="009C3DA5" w:rsidRDefault="00B4590F" w:rsidP="00B4590F">
      <w:pPr>
        <w:pStyle w:val="Fotos"/>
        <w:numPr>
          <w:ilvl w:val="0"/>
          <w:numId w:val="28"/>
        </w:numPr>
        <w:rPr>
          <w:b w:val="0"/>
          <w:szCs w:val="22"/>
        </w:rPr>
      </w:pPr>
      <w:r>
        <w:rPr>
          <w:b w:val="0"/>
          <w:szCs w:val="22"/>
          <w:lang w:val="en-GB"/>
        </w:rPr>
        <w:t xml:space="preserve">Output: </w:t>
      </w:r>
      <w:r>
        <w:rPr>
          <w:b w:val="0"/>
          <w:szCs w:val="22"/>
          <w:lang w:val="en-GB"/>
        </w:rPr>
        <w:tab/>
        <w:t xml:space="preserve">150 t/h </w:t>
      </w:r>
    </w:p>
    <w:p w14:paraId="468A1796" w14:textId="3AB7A6DD" w:rsidR="00B4590F" w:rsidRPr="009C3DA5" w:rsidRDefault="00B4590F" w:rsidP="00B4590F">
      <w:pPr>
        <w:pStyle w:val="Standardabsatz"/>
      </w:pPr>
    </w:p>
    <w:p w14:paraId="3289502A" w14:textId="77777777" w:rsidR="00B4590F" w:rsidRPr="009C3DA5" w:rsidRDefault="00B4590F" w:rsidP="00B4590F">
      <w:pPr>
        <w:pStyle w:val="Standardabsatz"/>
      </w:pPr>
    </w:p>
    <w:p w14:paraId="64ABBB85" w14:textId="024AAF51" w:rsidR="007C2FEE" w:rsidRPr="009C3DA5" w:rsidRDefault="007C2FEE" w:rsidP="00BC487A">
      <w:pPr>
        <w:rPr>
          <w:b/>
          <w:bCs/>
          <w:sz w:val="22"/>
          <w:szCs w:val="22"/>
        </w:rPr>
      </w:pPr>
      <w:r>
        <w:rPr>
          <w:b/>
          <w:bCs/>
          <w:sz w:val="22"/>
          <w:szCs w:val="22"/>
          <w:lang w:val="en-GB"/>
        </w:rPr>
        <w:t>Photos:</w:t>
      </w:r>
    </w:p>
    <w:p w14:paraId="06345839" w14:textId="77777777" w:rsidR="00BC487A" w:rsidRPr="009C3DA5" w:rsidRDefault="00BC487A" w:rsidP="00BC487A">
      <w:pPr>
        <w:rPr>
          <w:rFonts w:eastAsiaTheme="minorHAnsi" w:cstheme="minorBidi"/>
          <w:b/>
          <w:sz w:val="22"/>
          <w:szCs w:val="24"/>
        </w:rPr>
      </w:pPr>
    </w:p>
    <w:p w14:paraId="7F36539E" w14:textId="299619C8" w:rsidR="00721FEC" w:rsidRPr="00A2624B" w:rsidRDefault="00BA7BC5" w:rsidP="00BA7BC5">
      <w:pPr>
        <w:pStyle w:val="BUbold"/>
      </w:pPr>
      <w:r>
        <w:rPr>
          <w:b w:val="0"/>
          <w:lang w:val="en-GB"/>
        </w:rPr>
        <w:br/>
      </w:r>
      <w:r>
        <w:rPr>
          <w:b w:val="0"/>
          <w:noProof/>
          <w:lang w:val="en-GB"/>
        </w:rPr>
        <w:drawing>
          <wp:inline distT="0" distB="0" distL="0" distR="0" wp14:anchorId="02735D0F" wp14:editId="4D7A4E02">
            <wp:extent cx="3240000" cy="2430000"/>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2430000"/>
                    </a:xfrm>
                    <a:prstGeom prst="rect">
                      <a:avLst/>
                    </a:prstGeom>
                    <a:noFill/>
                    <a:ln>
                      <a:noFill/>
                    </a:ln>
                  </pic:spPr>
                </pic:pic>
              </a:graphicData>
            </a:graphic>
          </wp:inline>
        </w:drawing>
      </w:r>
      <w:r>
        <w:rPr>
          <w:b w:val="0"/>
          <w:lang w:val="en-GB"/>
        </w:rPr>
        <w:br/>
      </w:r>
      <w:r>
        <w:rPr>
          <w:bCs/>
          <w:lang w:val="en-GB"/>
        </w:rPr>
        <w:t>K_pic_EVO2_granite_Tanzania_0006</w:t>
      </w:r>
    </w:p>
    <w:p w14:paraId="5BFBF390" w14:textId="42082B53" w:rsidR="007C2FEE" w:rsidRPr="009C3DA5" w:rsidRDefault="00B4590F" w:rsidP="00BA7BC5">
      <w:pPr>
        <w:pStyle w:val="BUbold"/>
        <w:rPr>
          <w:b w:val="0"/>
          <w:bCs/>
        </w:rPr>
      </w:pPr>
      <w:r>
        <w:rPr>
          <w:b w:val="0"/>
          <w:lang w:val="en-GB"/>
        </w:rPr>
        <w:t>Kleemann plant train near Lake Victoria in Tanzania:</w:t>
      </w:r>
      <w:r>
        <w:rPr>
          <w:bCs/>
          <w:lang w:val="en-GB"/>
        </w:rPr>
        <w:t xml:space="preserve"> </w:t>
      </w:r>
      <w:r>
        <w:rPr>
          <w:b w:val="0"/>
          <w:lang w:val="en-GB"/>
        </w:rPr>
        <w:t>After crushing the granite with jaw and cone crushers, the classifying screen classes the material into three specified final products.</w:t>
      </w:r>
    </w:p>
    <w:p w14:paraId="10AF8B22" w14:textId="77777777" w:rsidR="000D357E" w:rsidRPr="009C3DA5" w:rsidRDefault="000D357E" w:rsidP="000D357E">
      <w:pPr>
        <w:pStyle w:val="BUnormal"/>
      </w:pPr>
    </w:p>
    <w:p w14:paraId="6BBBB646" w14:textId="6232E1B6" w:rsidR="007C2FEE" w:rsidRPr="00A2624B" w:rsidRDefault="00B4590F" w:rsidP="007C2FEE">
      <w:pPr>
        <w:pStyle w:val="BUbold"/>
      </w:pPr>
      <w:r>
        <w:rPr>
          <w:b w:val="0"/>
          <w:noProof/>
          <w:lang w:val="en-GB"/>
        </w:rPr>
        <w:lastRenderedPageBreak/>
        <w:drawing>
          <wp:inline distT="0" distB="0" distL="0" distR="0" wp14:anchorId="62C1BD45" wp14:editId="3D86EFC9">
            <wp:extent cx="2390775" cy="3188954"/>
            <wp:effectExtent l="0" t="0" r="0" b="0"/>
            <wp:docPr id="209249839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94721" cy="3194217"/>
                    </a:xfrm>
                    <a:prstGeom prst="rect">
                      <a:avLst/>
                    </a:prstGeom>
                    <a:noFill/>
                  </pic:spPr>
                </pic:pic>
              </a:graphicData>
            </a:graphic>
          </wp:inline>
        </w:drawing>
      </w:r>
      <w:r>
        <w:rPr>
          <w:b w:val="0"/>
          <w:lang w:val="en-GB"/>
        </w:rPr>
        <w:br/>
      </w:r>
      <w:r>
        <w:rPr>
          <w:bCs/>
          <w:lang w:val="en-GB"/>
        </w:rPr>
        <w:t>K_pic_EVO2_granite_Tanzania_0003</w:t>
      </w:r>
    </w:p>
    <w:p w14:paraId="4BF24C79" w14:textId="07E959E1" w:rsidR="00B4590F" w:rsidRPr="009C3DA5" w:rsidRDefault="00B4590F" w:rsidP="007C2FEE">
      <w:pPr>
        <w:pStyle w:val="BUnormal"/>
      </w:pPr>
      <w:r>
        <w:rPr>
          <w:lang w:val="en-GB"/>
        </w:rPr>
        <w:t>A satisfied team at the handover of the plant train: (l to r) Sabasi Shirima (owner), Jerry Muchiri (Kleemann expert in Africa), Sifaeli Muguli (owner), Markus Hofmann (Kleemann Area Sales Manager Africa).</w:t>
      </w:r>
    </w:p>
    <w:p w14:paraId="47612F43" w14:textId="77777777" w:rsidR="00B4590F" w:rsidRPr="009C3DA5" w:rsidRDefault="00B4590F" w:rsidP="007C2FEE">
      <w:pPr>
        <w:pStyle w:val="BUnormal"/>
      </w:pPr>
    </w:p>
    <w:p w14:paraId="235719BF" w14:textId="1E29B07B" w:rsidR="00B4590F" w:rsidRPr="00A2624B" w:rsidRDefault="00B4590F" w:rsidP="00B4590F">
      <w:pPr>
        <w:pStyle w:val="BUbold"/>
      </w:pPr>
      <w:r>
        <w:rPr>
          <w:b w:val="0"/>
          <w:noProof/>
          <w:lang w:val="en-GB"/>
        </w:rPr>
        <w:drawing>
          <wp:inline distT="0" distB="0" distL="0" distR="0" wp14:anchorId="5EF5A9A3" wp14:editId="5701C074">
            <wp:extent cx="3240000" cy="2431788"/>
            <wp:effectExtent l="0" t="0" r="0" b="6985"/>
            <wp:docPr id="124349120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240000" cy="2431788"/>
                    </a:xfrm>
                    <a:prstGeom prst="rect">
                      <a:avLst/>
                    </a:prstGeom>
                    <a:noFill/>
                    <a:ln>
                      <a:noFill/>
                    </a:ln>
                  </pic:spPr>
                </pic:pic>
              </a:graphicData>
            </a:graphic>
          </wp:inline>
        </w:drawing>
      </w:r>
      <w:r>
        <w:rPr>
          <w:b w:val="0"/>
          <w:lang w:val="en-GB"/>
        </w:rPr>
        <w:br/>
      </w:r>
      <w:r>
        <w:rPr>
          <w:bCs/>
          <w:lang w:val="en-GB"/>
        </w:rPr>
        <w:t>K_pic_EVO2_granite_Tanzania_0004</w:t>
      </w:r>
    </w:p>
    <w:p w14:paraId="34CD2AEB" w14:textId="67BF0A53" w:rsidR="00B4590F" w:rsidRPr="009C3DA5" w:rsidRDefault="00B4590F" w:rsidP="007C2FEE">
      <w:pPr>
        <w:pStyle w:val="BUnormal"/>
      </w:pPr>
      <w:r>
        <w:rPr>
          <w:lang w:val="en-GB"/>
        </w:rPr>
        <w:t>Support right from the start: a Kleemann service technician spent ten days at the quarry commissioning the machines of the plant train and providing intensive training for the operating crew.</w:t>
      </w:r>
    </w:p>
    <w:p w14:paraId="46FE6CB5" w14:textId="138E0158" w:rsidR="00B4590F" w:rsidRPr="009C3DA5" w:rsidRDefault="00B4590F" w:rsidP="00B4590F">
      <w:r>
        <w:rPr>
          <w:noProof/>
          <w:lang w:val="en-GB"/>
        </w:rPr>
        <w:lastRenderedPageBreak/>
        <w:drawing>
          <wp:inline distT="0" distB="0" distL="0" distR="0" wp14:anchorId="45DB7B31" wp14:editId="6D627271">
            <wp:extent cx="2880000" cy="2161589"/>
            <wp:effectExtent l="0" t="0" r="0" b="0"/>
            <wp:docPr id="139290218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80000" cy="2161589"/>
                    </a:xfrm>
                    <a:prstGeom prst="rect">
                      <a:avLst/>
                    </a:prstGeom>
                    <a:noFill/>
                    <a:ln>
                      <a:noFill/>
                    </a:ln>
                  </pic:spPr>
                </pic:pic>
              </a:graphicData>
            </a:graphic>
          </wp:inline>
        </w:drawing>
      </w:r>
    </w:p>
    <w:p w14:paraId="299D34C5" w14:textId="40642AD0" w:rsidR="00B4590F" w:rsidRPr="00E95EDC" w:rsidRDefault="00633C91" w:rsidP="00B4590F">
      <w:pPr>
        <w:pStyle w:val="Fotos"/>
        <w:rPr>
          <w:b w:val="0"/>
          <w:sz w:val="20"/>
          <w:szCs w:val="22"/>
        </w:rPr>
      </w:pPr>
      <w:r>
        <w:rPr>
          <w:bCs/>
          <w:sz w:val="20"/>
          <w:szCs w:val="20"/>
          <w:lang w:val="en-GB"/>
        </w:rPr>
        <w:t>K_pic_EVO2_granite_Tanzania_0002</w:t>
      </w:r>
      <w:r>
        <w:rPr>
          <w:b w:val="0"/>
          <w:sz w:val="20"/>
          <w:szCs w:val="20"/>
          <w:lang w:val="en-GB"/>
        </w:rPr>
        <w:br/>
      </w:r>
      <w:r>
        <w:rPr>
          <w:b w:val="0"/>
          <w:sz w:val="20"/>
          <w:szCs w:val="22"/>
          <w:lang w:val="en-GB"/>
        </w:rPr>
        <w:t>Kleemann plant train against an impressive backdrop.</w:t>
      </w:r>
    </w:p>
    <w:p w14:paraId="1A0FA02B" w14:textId="77777777" w:rsidR="00B4590F" w:rsidRPr="009C3DA5" w:rsidRDefault="00B4590F" w:rsidP="00B4590F">
      <w:pPr>
        <w:pStyle w:val="Note"/>
      </w:pPr>
    </w:p>
    <w:p w14:paraId="43BC7053" w14:textId="7C229409" w:rsidR="00980313" w:rsidRPr="009C3DA5" w:rsidRDefault="00980313" w:rsidP="007C2FEE">
      <w:pPr>
        <w:pStyle w:val="BUnormal"/>
        <w:rPr>
          <w:i/>
          <w:iCs/>
        </w:rPr>
      </w:pPr>
    </w:p>
    <w:p w14:paraId="67E83AFA" w14:textId="6DF33779" w:rsidR="00980313" w:rsidRPr="009C3DA5" w:rsidRDefault="00714D6B" w:rsidP="00A96B2E">
      <w:pPr>
        <w:pStyle w:val="Note"/>
      </w:pPr>
      <w:r>
        <w:rPr>
          <w:iCs/>
          <w:lang w:val="en-GB"/>
        </w:rPr>
        <w:t>Please note: The photographs shown here are only previews. If you wish to publish them in other media, please download the higher resolution (300 dpi) versions from the link provided here.</w:t>
      </w:r>
    </w:p>
    <w:p w14:paraId="717825D0" w14:textId="4B1B0DAB" w:rsidR="00B409DF" w:rsidRPr="009C3DA5" w:rsidRDefault="00B409DF" w:rsidP="00B409DF">
      <w:pPr>
        <w:pStyle w:val="Absatzberschrift"/>
        <w:rPr>
          <w:iCs/>
        </w:rPr>
      </w:pPr>
      <w:r>
        <w:rPr>
          <w:bCs/>
          <w:lang w:val="en-GB"/>
        </w:rPr>
        <w:t>For further information, please contact us at:</w:t>
      </w:r>
    </w:p>
    <w:p w14:paraId="294F8CA8" w14:textId="77777777" w:rsidR="00B409DF" w:rsidRPr="009C3DA5" w:rsidRDefault="00B409DF" w:rsidP="00B409DF">
      <w:pPr>
        <w:pStyle w:val="Absatzberschrift"/>
      </w:pPr>
    </w:p>
    <w:p w14:paraId="6BD3D8AD" w14:textId="77777777" w:rsidR="00B409DF" w:rsidRPr="009C3DA5" w:rsidRDefault="00B409DF" w:rsidP="00B409DF">
      <w:pPr>
        <w:pStyle w:val="Absatzberschrift"/>
        <w:rPr>
          <w:b w:val="0"/>
          <w:bCs/>
          <w:szCs w:val="22"/>
        </w:rPr>
      </w:pPr>
      <w:r>
        <w:rPr>
          <w:b w:val="0"/>
          <w:lang w:val="en-GB"/>
        </w:rPr>
        <w:t>WIRTGEN GROUP</w:t>
      </w:r>
    </w:p>
    <w:p w14:paraId="392C6846" w14:textId="77777777" w:rsidR="00B409DF" w:rsidRPr="009C3DA5" w:rsidRDefault="00B409DF" w:rsidP="00B409DF">
      <w:pPr>
        <w:pStyle w:val="Fuzeile1"/>
      </w:pPr>
      <w:r>
        <w:rPr>
          <w:bCs w:val="0"/>
          <w:iCs w:val="0"/>
          <w:lang w:val="en-GB"/>
        </w:rPr>
        <w:t>Public Relations</w:t>
      </w:r>
    </w:p>
    <w:p w14:paraId="77A90FFB" w14:textId="4103ACF7" w:rsidR="00B409DF" w:rsidRPr="009C3DA5" w:rsidRDefault="00B409DF" w:rsidP="00B409DF">
      <w:pPr>
        <w:pStyle w:val="Fuzeile1"/>
      </w:pPr>
      <w:r>
        <w:rPr>
          <w:bCs w:val="0"/>
          <w:iCs w:val="0"/>
          <w:lang w:val="en-GB"/>
        </w:rPr>
        <w:t>Reinhard-Wirtgen-</w:t>
      </w:r>
      <w:proofErr w:type="spellStart"/>
      <w:r>
        <w:rPr>
          <w:bCs w:val="0"/>
          <w:iCs w:val="0"/>
          <w:lang w:val="en-GB"/>
        </w:rPr>
        <w:t>Stra</w:t>
      </w:r>
      <w:r w:rsidR="00013730">
        <w:rPr>
          <w:bCs w:val="0"/>
          <w:iCs w:val="0"/>
          <w:lang w:val="en-GB"/>
        </w:rPr>
        <w:t>ß</w:t>
      </w:r>
      <w:r>
        <w:rPr>
          <w:bCs w:val="0"/>
          <w:iCs w:val="0"/>
          <w:lang w:val="en-GB"/>
        </w:rPr>
        <w:t>e</w:t>
      </w:r>
      <w:proofErr w:type="spellEnd"/>
      <w:r>
        <w:rPr>
          <w:bCs w:val="0"/>
          <w:iCs w:val="0"/>
          <w:lang w:val="en-GB"/>
        </w:rPr>
        <w:t xml:space="preserve"> 2</w:t>
      </w:r>
    </w:p>
    <w:p w14:paraId="2BD7061F" w14:textId="77777777" w:rsidR="00B409DF" w:rsidRPr="009C3DA5" w:rsidRDefault="00B409DF" w:rsidP="00B409DF">
      <w:pPr>
        <w:pStyle w:val="Fuzeile1"/>
      </w:pPr>
      <w:r>
        <w:rPr>
          <w:bCs w:val="0"/>
          <w:iCs w:val="0"/>
          <w:lang w:val="en-GB"/>
        </w:rPr>
        <w:t>53578 Windhagen</w:t>
      </w:r>
    </w:p>
    <w:p w14:paraId="7312A980" w14:textId="77777777" w:rsidR="00B409DF" w:rsidRPr="009C3DA5" w:rsidRDefault="00B409DF" w:rsidP="00B409DF">
      <w:pPr>
        <w:pStyle w:val="Fuzeile1"/>
      </w:pPr>
      <w:r>
        <w:rPr>
          <w:bCs w:val="0"/>
          <w:iCs w:val="0"/>
          <w:lang w:val="en-GB"/>
        </w:rPr>
        <w:t>Germany</w:t>
      </w:r>
    </w:p>
    <w:p w14:paraId="2DFD9654" w14:textId="77777777" w:rsidR="00B409DF" w:rsidRPr="009C3DA5" w:rsidRDefault="00B409DF" w:rsidP="00B409DF">
      <w:pPr>
        <w:pStyle w:val="Fuzeile1"/>
      </w:pPr>
    </w:p>
    <w:p w14:paraId="747CCDAF" w14:textId="738155A8" w:rsidR="00B409DF" w:rsidRPr="009C3DA5" w:rsidRDefault="00B409DF" w:rsidP="00013730">
      <w:pPr>
        <w:pStyle w:val="Fuzeile1"/>
        <w:tabs>
          <w:tab w:val="left" w:pos="1701"/>
        </w:tabs>
        <w:rPr>
          <w:rFonts w:ascii="Times New Roman" w:hAnsi="Times New Roman" w:cs="Times New Roman"/>
        </w:rPr>
      </w:pPr>
      <w:r>
        <w:rPr>
          <w:bCs w:val="0"/>
          <w:iCs w:val="0"/>
          <w:lang w:val="en-GB"/>
        </w:rPr>
        <w:t xml:space="preserve">Phone: </w:t>
      </w:r>
      <w:r>
        <w:rPr>
          <w:bCs w:val="0"/>
          <w:iCs w:val="0"/>
          <w:lang w:val="en-GB"/>
        </w:rPr>
        <w:tab/>
        <w:t>+49 (0)2645 131 1966</w:t>
      </w:r>
    </w:p>
    <w:p w14:paraId="72EBA31D" w14:textId="43BFF2F6" w:rsidR="00B409DF" w:rsidRPr="009C3DA5" w:rsidRDefault="00B409DF" w:rsidP="00013730">
      <w:pPr>
        <w:pStyle w:val="Fuzeile1"/>
        <w:tabs>
          <w:tab w:val="left" w:pos="1701"/>
        </w:tabs>
      </w:pPr>
      <w:r>
        <w:rPr>
          <w:bCs w:val="0"/>
          <w:iCs w:val="0"/>
          <w:lang w:val="en-GB"/>
        </w:rPr>
        <w:t xml:space="preserve">Fax: </w:t>
      </w:r>
      <w:r>
        <w:rPr>
          <w:bCs w:val="0"/>
          <w:iCs w:val="0"/>
          <w:lang w:val="en-GB"/>
        </w:rPr>
        <w:tab/>
        <w:t>+49 (0)2645 131 499</w:t>
      </w:r>
    </w:p>
    <w:p w14:paraId="54DD8925" w14:textId="35D8949F" w:rsidR="00B409DF" w:rsidRPr="009C3DA5" w:rsidRDefault="00B409DF" w:rsidP="00013730">
      <w:pPr>
        <w:pStyle w:val="Fuzeile1"/>
        <w:tabs>
          <w:tab w:val="left" w:pos="1701"/>
        </w:tabs>
      </w:pPr>
      <w:r>
        <w:rPr>
          <w:bCs w:val="0"/>
          <w:iCs w:val="0"/>
          <w:lang w:val="en-GB"/>
        </w:rPr>
        <w:t xml:space="preserve">Email: </w:t>
      </w:r>
      <w:r>
        <w:rPr>
          <w:bCs w:val="0"/>
          <w:iCs w:val="0"/>
          <w:lang w:val="en-GB"/>
        </w:rPr>
        <w:tab/>
        <w:t>PR@wirtgen-group.com</w:t>
      </w:r>
    </w:p>
    <w:p w14:paraId="51E322C9" w14:textId="77777777" w:rsidR="00B409DF" w:rsidRPr="009C3DA5" w:rsidRDefault="00B409DF" w:rsidP="00B409DF">
      <w:pPr>
        <w:pStyle w:val="Fuzeile1"/>
        <w:rPr>
          <w:vanish/>
        </w:rPr>
      </w:pPr>
    </w:p>
    <w:p w14:paraId="11BA6AC4" w14:textId="77777777" w:rsidR="00B409DF" w:rsidRPr="009C3DA5" w:rsidRDefault="00B409DF" w:rsidP="00B409DF">
      <w:pPr>
        <w:pStyle w:val="Fuzeile1"/>
      </w:pPr>
      <w:r>
        <w:rPr>
          <w:bCs w:val="0"/>
          <w:iCs w:val="0"/>
          <w:lang w:val="en-GB"/>
        </w:rPr>
        <w:t>www.wirtgen-group.com</w:t>
      </w:r>
    </w:p>
    <w:p w14:paraId="2A29322A" w14:textId="77777777" w:rsidR="00B409DF" w:rsidRPr="009C3DA5" w:rsidRDefault="00B409DF" w:rsidP="00541C9E">
      <w:pPr>
        <w:pStyle w:val="Absatzberschrift"/>
        <w:rPr>
          <w:iCs/>
        </w:rPr>
      </w:pPr>
    </w:p>
    <w:p w14:paraId="1AA2C54F" w14:textId="77777777" w:rsidR="00B409DF" w:rsidRPr="009C3DA5" w:rsidRDefault="00B409DF" w:rsidP="00541C9E">
      <w:pPr>
        <w:pStyle w:val="Absatzberschrift"/>
        <w:rPr>
          <w:iCs/>
        </w:rPr>
      </w:pPr>
    </w:p>
    <w:p w14:paraId="3D604A55" w14:textId="179BBC00" w:rsidR="00F048D4" w:rsidRPr="009C3DA5" w:rsidRDefault="00F048D4" w:rsidP="00F74540">
      <w:pPr>
        <w:pStyle w:val="Fuzeile1"/>
      </w:pPr>
    </w:p>
    <w:sectPr w:rsidR="00F048D4" w:rsidRPr="009C3DA5"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n-GB"/>
            </w:rPr>
            <w:t>WIRTGEN</w:t>
          </w:r>
          <w:r>
            <w:rPr>
              <w:rStyle w:val="Hervorhebung"/>
              <w:bCs/>
              <w:iCs w:val="0"/>
              <w:szCs w:val="20"/>
              <w:lang w:val="en-GB"/>
            </w:rPr>
            <w:t xml:space="preserve"> GmbH</w:t>
          </w:r>
          <w:r>
            <w:rPr>
              <w:szCs w:val="20"/>
              <w:lang w:val="en-GB"/>
            </w:rPr>
            <w:t xml:space="preserve"> · R</w:t>
          </w:r>
          <w:r>
            <w:rPr>
              <w:b/>
              <w:bCs/>
              <w:szCs w:val="20"/>
              <w:lang w:val="en-GB"/>
            </w:rPr>
            <w:t>e</w:t>
          </w:r>
          <w:r>
            <w:rPr>
              <w:szCs w:val="20"/>
              <w:lang w:val="en-GB"/>
            </w:rPr>
            <w:t>inhard-Wirtgen-Str. 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GB"/>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GB"/>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34246BF5" w:rsidR="00615CDA" w:rsidRPr="00615CDA" w:rsidRDefault="00B4590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34246BF5" w:rsidR="00615CDA" w:rsidRPr="00615CDA" w:rsidRDefault="00B4590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GB"/>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Company Use</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31418681" o:spid="_x0000_i1026" type="#_x0000_t75" style="width:1500pt;height:1500pt;visibility:visible;mso-wrap-style:square" o:bullet="t">
        <v:imagedata r:id="rId1" o:title=""/>
      </v:shape>
    </w:pict>
  </w:numPicBullet>
  <w:numPicBullet w:numPicBulletId="1">
    <w:pict>
      <v:shape id="Grafik 655076354" o:spid="_x0000_i1027" type="#_x0000_t75" style="width:7.5pt;height:7.5pt;visibility:visible;mso-wrap-style:square" o:bullet="t">
        <v:imagedata r:id="rId2" o:title=""/>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12D447C"/>
    <w:multiLevelType w:val="hybridMultilevel"/>
    <w:tmpl w:val="FFA61E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0"/>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6E33"/>
    <w:rsid w:val="0000745C"/>
    <w:rsid w:val="00013730"/>
    <w:rsid w:val="000148B3"/>
    <w:rsid w:val="00017575"/>
    <w:rsid w:val="00024BFC"/>
    <w:rsid w:val="000278CB"/>
    <w:rsid w:val="00032F77"/>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34A7E"/>
    <w:rsid w:val="0013707A"/>
    <w:rsid w:val="00143885"/>
    <w:rsid w:val="00146C3D"/>
    <w:rsid w:val="00151774"/>
    <w:rsid w:val="001536AD"/>
    <w:rsid w:val="00153B47"/>
    <w:rsid w:val="001613A6"/>
    <w:rsid w:val="001614F0"/>
    <w:rsid w:val="001616F4"/>
    <w:rsid w:val="0018021A"/>
    <w:rsid w:val="00182D69"/>
    <w:rsid w:val="00193CE0"/>
    <w:rsid w:val="00194FB1"/>
    <w:rsid w:val="001B16BB"/>
    <w:rsid w:val="001B34EE"/>
    <w:rsid w:val="001C1A3E"/>
    <w:rsid w:val="001F136B"/>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0E92"/>
    <w:rsid w:val="0036561D"/>
    <w:rsid w:val="003662E4"/>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3F6220"/>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45F7"/>
    <w:rsid w:val="005B5793"/>
    <w:rsid w:val="005C6B30"/>
    <w:rsid w:val="005C71EC"/>
    <w:rsid w:val="005D7B09"/>
    <w:rsid w:val="005E764C"/>
    <w:rsid w:val="005F16C3"/>
    <w:rsid w:val="006063D4"/>
    <w:rsid w:val="00612D6C"/>
    <w:rsid w:val="00615CDA"/>
    <w:rsid w:val="00623B37"/>
    <w:rsid w:val="006330A2"/>
    <w:rsid w:val="00633C91"/>
    <w:rsid w:val="00642EB6"/>
    <w:rsid w:val="006433E2"/>
    <w:rsid w:val="00651E5D"/>
    <w:rsid w:val="00677F11"/>
    <w:rsid w:val="00682B1A"/>
    <w:rsid w:val="00690D7C"/>
    <w:rsid w:val="00690DFE"/>
    <w:rsid w:val="00691678"/>
    <w:rsid w:val="006A40D1"/>
    <w:rsid w:val="006B3EEC"/>
    <w:rsid w:val="006C0C87"/>
    <w:rsid w:val="006D7EAC"/>
    <w:rsid w:val="006E0104"/>
    <w:rsid w:val="006F7602"/>
    <w:rsid w:val="007100BC"/>
    <w:rsid w:val="00714D6B"/>
    <w:rsid w:val="00721FEC"/>
    <w:rsid w:val="00722A17"/>
    <w:rsid w:val="00723F4F"/>
    <w:rsid w:val="00755AE0"/>
    <w:rsid w:val="0075761B"/>
    <w:rsid w:val="00757B83"/>
    <w:rsid w:val="00761D67"/>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7E5434"/>
    <w:rsid w:val="008053B3"/>
    <w:rsid w:val="00820315"/>
    <w:rsid w:val="00823073"/>
    <w:rsid w:val="0082316D"/>
    <w:rsid w:val="00826EE0"/>
    <w:rsid w:val="00832921"/>
    <w:rsid w:val="008334EC"/>
    <w:rsid w:val="00834472"/>
    <w:rsid w:val="00836A5D"/>
    <w:rsid w:val="00840119"/>
    <w:rsid w:val="008427F2"/>
    <w:rsid w:val="00843B45"/>
    <w:rsid w:val="0084571C"/>
    <w:rsid w:val="00851D85"/>
    <w:rsid w:val="00863129"/>
    <w:rsid w:val="00866830"/>
    <w:rsid w:val="00870ACE"/>
    <w:rsid w:val="00873125"/>
    <w:rsid w:val="008755E5"/>
    <w:rsid w:val="00877E24"/>
    <w:rsid w:val="00880ED3"/>
    <w:rsid w:val="00881E44"/>
    <w:rsid w:val="00892F6F"/>
    <w:rsid w:val="00896F7E"/>
    <w:rsid w:val="008A3E9C"/>
    <w:rsid w:val="008B1EB7"/>
    <w:rsid w:val="008B5089"/>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3DA5"/>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24B"/>
    <w:rsid w:val="00A27829"/>
    <w:rsid w:val="00A30886"/>
    <w:rsid w:val="00A46F1E"/>
    <w:rsid w:val="00A82395"/>
    <w:rsid w:val="00A84E18"/>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16E35"/>
    <w:rsid w:val="00B409DF"/>
    <w:rsid w:val="00B4590F"/>
    <w:rsid w:val="00B50A52"/>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1E6B"/>
    <w:rsid w:val="00C96E9F"/>
    <w:rsid w:val="00CA35E3"/>
    <w:rsid w:val="00CA4A09"/>
    <w:rsid w:val="00CA4F06"/>
    <w:rsid w:val="00CA5CDB"/>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C86"/>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5EDC"/>
    <w:rsid w:val="00E960D8"/>
    <w:rsid w:val="00EB488E"/>
    <w:rsid w:val="00EB5FCA"/>
    <w:rsid w:val="00EC7E0A"/>
    <w:rsid w:val="00ED37EE"/>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EC7E0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710</Words>
  <Characters>4479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5179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7</cp:revision>
  <cp:lastPrinted>2021-10-20T14:00:00Z</cp:lastPrinted>
  <dcterms:created xsi:type="dcterms:W3CDTF">2025-08-05T13:14:00Z</dcterms:created>
  <dcterms:modified xsi:type="dcterms:W3CDTF">2025-08-28T09:00:00Z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